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92293C8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676A4F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4A3B085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76A4F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676A4F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E73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51277" w:rsidR="0085747A" w:rsidRPr="009C54AE" w:rsidRDefault="00D54D6A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6B3585C" w:rsidR="00015B8F" w:rsidRPr="009C54AE" w:rsidRDefault="00C461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  <w:bookmarkStart w:id="0" w:name="_GoBack"/>
        <w:bookmarkEnd w:id="0"/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3E7B87F" w:rsidR="0085747A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039B8724" w:rsidR="00C61DC5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2" w:name="_Toc488151950"/>
            <w:bookmarkEnd w:id="1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2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12AEB" w14:textId="77777777" w:rsidR="00DB5A3E" w:rsidRDefault="00DB5A3E" w:rsidP="00C16ABF">
      <w:pPr>
        <w:spacing w:after="0" w:line="240" w:lineRule="auto"/>
      </w:pPr>
      <w:r>
        <w:separator/>
      </w:r>
    </w:p>
  </w:endnote>
  <w:endnote w:type="continuationSeparator" w:id="0">
    <w:p w14:paraId="78E5291E" w14:textId="77777777" w:rsidR="00DB5A3E" w:rsidRDefault="00DB5A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CD5ED" w14:textId="77777777" w:rsidR="00DB5A3E" w:rsidRDefault="00DB5A3E" w:rsidP="00C16ABF">
      <w:pPr>
        <w:spacing w:after="0" w:line="240" w:lineRule="auto"/>
      </w:pPr>
      <w:r>
        <w:separator/>
      </w:r>
    </w:p>
  </w:footnote>
  <w:footnote w:type="continuationSeparator" w:id="0">
    <w:p w14:paraId="0230C053" w14:textId="77777777" w:rsidR="00DB5A3E" w:rsidRDefault="00DB5A3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481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76A4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58B4"/>
    <w:rsid w:val="00C05F44"/>
    <w:rsid w:val="00C131B5"/>
    <w:rsid w:val="00C16ABF"/>
    <w:rsid w:val="00C170AE"/>
    <w:rsid w:val="00C242AD"/>
    <w:rsid w:val="00C26CB7"/>
    <w:rsid w:val="00C324C1"/>
    <w:rsid w:val="00C36992"/>
    <w:rsid w:val="00C41B9B"/>
    <w:rsid w:val="00C461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8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D6A"/>
    <w:rsid w:val="00D552B2"/>
    <w:rsid w:val="00D608D1"/>
    <w:rsid w:val="00D74119"/>
    <w:rsid w:val="00D8075B"/>
    <w:rsid w:val="00D8678B"/>
    <w:rsid w:val="00DA2114"/>
    <w:rsid w:val="00DA6057"/>
    <w:rsid w:val="00DB5A3E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CE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8B3FA6-FAE0-43AC-9563-6D594D1F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111</TotalTime>
  <Pages>1</Pages>
  <Words>1035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44</cp:revision>
  <cp:lastPrinted>2019-02-06T12:12:00Z</cp:lastPrinted>
  <dcterms:created xsi:type="dcterms:W3CDTF">2020-09-30T13:29:00Z</dcterms:created>
  <dcterms:modified xsi:type="dcterms:W3CDTF">2022-02-11T09:25:00Z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